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4D" w:rsidRDefault="00FD0463" w:rsidP="006A7A4D">
      <w:pPr>
        <w:spacing w:line="240" w:lineRule="auto"/>
      </w:pPr>
      <w:bookmarkStart w:id="0" w:name="_GoBack"/>
      <w:bookmarkEnd w:id="0"/>
      <w:r>
        <w:t>Algebra I - Arithmetic Sequences Lesson</w:t>
      </w:r>
    </w:p>
    <w:p w:rsidR="006A7A4D" w:rsidRDefault="006A7A4D" w:rsidP="006A7A4D">
      <w:pPr>
        <w:spacing w:line="240" w:lineRule="auto"/>
      </w:pPr>
      <w:r>
        <w:t>Deborah Marcum</w:t>
      </w:r>
    </w:p>
    <w:p w:rsidR="006A7A4D" w:rsidRDefault="006A7A4D" w:rsidP="006A7A4D">
      <w:pPr>
        <w:spacing w:line="240" w:lineRule="auto"/>
      </w:pPr>
    </w:p>
    <w:p w:rsidR="00FD0463" w:rsidRDefault="00FD0463">
      <w:r>
        <w:t>Objectives:</w:t>
      </w:r>
    </w:p>
    <w:p w:rsidR="00FD0463" w:rsidRDefault="00FD0463" w:rsidP="00FD0463">
      <w:pPr>
        <w:pStyle w:val="ListParagraph"/>
        <w:numPr>
          <w:ilvl w:val="0"/>
          <w:numId w:val="1"/>
        </w:numPr>
      </w:pPr>
      <w:r>
        <w:t>Recognize arithmetic sequences</w:t>
      </w:r>
    </w:p>
    <w:p w:rsidR="00FD0463" w:rsidRDefault="00FD0463" w:rsidP="00FD0463">
      <w:pPr>
        <w:pStyle w:val="ListParagraph"/>
        <w:numPr>
          <w:ilvl w:val="0"/>
          <w:numId w:val="1"/>
        </w:numPr>
      </w:pPr>
      <w:r>
        <w:t>Relate arithmetic sequences to linear functions.</w:t>
      </w:r>
    </w:p>
    <w:p w:rsidR="00FD0463" w:rsidRDefault="00FD0463" w:rsidP="00FD0463"/>
    <w:p w:rsidR="00FD0463" w:rsidRDefault="00FD0463" w:rsidP="00FD0463">
      <w:r>
        <w:t>Activities:</w:t>
      </w:r>
    </w:p>
    <w:p w:rsidR="00FD0463" w:rsidRDefault="00FD0463" w:rsidP="00FD0463">
      <w:pPr>
        <w:pStyle w:val="ListParagraph"/>
        <w:numPr>
          <w:ilvl w:val="0"/>
          <w:numId w:val="2"/>
        </w:numPr>
      </w:pPr>
      <w:r>
        <w:t>Read Growing Patterns by Sarah Campbell</w:t>
      </w:r>
    </w:p>
    <w:p w:rsidR="00FD0463" w:rsidRDefault="00FD0463" w:rsidP="00FD0463">
      <w:pPr>
        <w:pStyle w:val="ListParagraph"/>
        <w:numPr>
          <w:ilvl w:val="0"/>
          <w:numId w:val="2"/>
        </w:numPr>
      </w:pPr>
      <w:r>
        <w:t>Discuss Fibonacci Numbers as a pattern, a sequence, and a formula</w:t>
      </w:r>
    </w:p>
    <w:p w:rsidR="00FD0463" w:rsidRDefault="00FD0463" w:rsidP="00FD0463">
      <w:pPr>
        <w:pStyle w:val="ListParagraph"/>
        <w:numPr>
          <w:ilvl w:val="0"/>
          <w:numId w:val="2"/>
        </w:numPr>
      </w:pPr>
      <w:r>
        <w:t>Discuss sequences and the rules of an arithmetic sequence</w:t>
      </w:r>
    </w:p>
    <w:p w:rsidR="00FD0463" w:rsidRDefault="00FD0463" w:rsidP="00FD0463">
      <w:pPr>
        <w:pStyle w:val="ListParagraph"/>
        <w:numPr>
          <w:ilvl w:val="0"/>
          <w:numId w:val="2"/>
        </w:numPr>
      </w:pPr>
      <w:r>
        <w:t>Have students find the next number in a given sequence</w:t>
      </w:r>
    </w:p>
    <w:p w:rsidR="00FD0463" w:rsidRDefault="00FD0463" w:rsidP="00FD0463">
      <w:pPr>
        <w:pStyle w:val="ListParagraph"/>
        <w:numPr>
          <w:ilvl w:val="0"/>
          <w:numId w:val="2"/>
        </w:numPr>
      </w:pPr>
      <w:r>
        <w:t>Have students write and graph a linear equation to illustrate a sequence</w:t>
      </w:r>
    </w:p>
    <w:p w:rsidR="00FD0463" w:rsidRDefault="00FD0463" w:rsidP="00FD0463">
      <w:pPr>
        <w:pStyle w:val="ListParagraph"/>
        <w:numPr>
          <w:ilvl w:val="0"/>
          <w:numId w:val="2"/>
        </w:numPr>
      </w:pPr>
      <w:r>
        <w:t>Discuss rate of change as it pertains to a sequence</w:t>
      </w:r>
    </w:p>
    <w:p w:rsidR="00FD0463" w:rsidRDefault="00FD0463" w:rsidP="00FD0463">
      <w:pPr>
        <w:pStyle w:val="ListParagraph"/>
        <w:numPr>
          <w:ilvl w:val="0"/>
          <w:numId w:val="2"/>
        </w:numPr>
      </w:pPr>
      <w:r>
        <w:t>Discuss rate of change as a slope of the line</w:t>
      </w:r>
    </w:p>
    <w:p w:rsidR="00FD0463" w:rsidRDefault="00FD0463" w:rsidP="00FD0463"/>
    <w:p w:rsidR="00FD0463" w:rsidRDefault="006A7A4D" w:rsidP="006A7A4D">
      <w:r>
        <w:t>Assignment/Assessment:</w:t>
      </w:r>
    </w:p>
    <w:p w:rsidR="006A7A4D" w:rsidRDefault="006A7A4D" w:rsidP="006A7A4D">
      <w:pPr>
        <w:pStyle w:val="ListParagraph"/>
        <w:numPr>
          <w:ilvl w:val="0"/>
          <w:numId w:val="4"/>
        </w:numPr>
      </w:pPr>
      <w:r>
        <w:t>A textbook assignment to practice sequences</w:t>
      </w:r>
    </w:p>
    <w:p w:rsidR="006A7A4D" w:rsidRDefault="006A7A4D" w:rsidP="006A7A4D">
      <w:pPr>
        <w:pStyle w:val="ListParagraph"/>
        <w:numPr>
          <w:ilvl w:val="0"/>
          <w:numId w:val="4"/>
        </w:numPr>
      </w:pPr>
      <w:r>
        <w:t>Develop a sequence to present to the class so the class can discover the rule</w:t>
      </w:r>
    </w:p>
    <w:sectPr w:rsidR="006A7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00EA9"/>
    <w:multiLevelType w:val="hybridMultilevel"/>
    <w:tmpl w:val="4BC89106"/>
    <w:lvl w:ilvl="0" w:tplc="784C8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0778D3"/>
    <w:multiLevelType w:val="hybridMultilevel"/>
    <w:tmpl w:val="D008807C"/>
    <w:lvl w:ilvl="0" w:tplc="AA982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B642B0"/>
    <w:multiLevelType w:val="hybridMultilevel"/>
    <w:tmpl w:val="CF6016CC"/>
    <w:lvl w:ilvl="0" w:tplc="20FCD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F95773"/>
    <w:multiLevelType w:val="hybridMultilevel"/>
    <w:tmpl w:val="762E4A1C"/>
    <w:lvl w:ilvl="0" w:tplc="04D0D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463"/>
    <w:rsid w:val="001F591A"/>
    <w:rsid w:val="006A7A4D"/>
    <w:rsid w:val="00D625DF"/>
    <w:rsid w:val="00DC0E9F"/>
    <w:rsid w:val="00FD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4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A3D93C7D</Template>
  <TotalTime>13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Marcum</dc:creator>
  <cp:lastModifiedBy>Deborah Marcum</cp:lastModifiedBy>
  <cp:revision>1</cp:revision>
  <dcterms:created xsi:type="dcterms:W3CDTF">2012-05-14T12:26:00Z</dcterms:created>
  <dcterms:modified xsi:type="dcterms:W3CDTF">2012-05-14T12:40:00Z</dcterms:modified>
</cp:coreProperties>
</file>